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AD008E" w:rsidR="006E5D65" w:rsidP="002D3375" w:rsidRDefault="00997F14" w14:paraId="48FB2AFA" w14:textId="77777777">
      <w:pPr>
        <w:spacing w:line="240" w:lineRule="auto"/>
        <w:jc w:val="right"/>
        <w:rPr>
          <w:rFonts w:ascii="Corbel" w:hAnsi="Corbel"/>
          <w:bCs/>
          <w:i/>
          <w:sz w:val="18"/>
          <w:szCs w:val="18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AD008E" w:rsidR="00D8678B">
        <w:rPr>
          <w:rFonts w:ascii="Corbel" w:hAnsi="Corbel"/>
          <w:bCs/>
          <w:i/>
          <w:sz w:val="18"/>
          <w:szCs w:val="18"/>
        </w:rPr>
        <w:t xml:space="preserve">Załącznik nr </w:t>
      </w:r>
      <w:r w:rsidRPr="00AD008E" w:rsidR="006F31E2">
        <w:rPr>
          <w:rFonts w:ascii="Corbel" w:hAnsi="Corbel"/>
          <w:bCs/>
          <w:i/>
          <w:sz w:val="18"/>
          <w:szCs w:val="18"/>
        </w:rPr>
        <w:t>1.5</w:t>
      </w:r>
      <w:r w:rsidRPr="00AD008E" w:rsidR="00D8678B">
        <w:rPr>
          <w:rFonts w:ascii="Corbel" w:hAnsi="Corbel"/>
          <w:bCs/>
          <w:i/>
          <w:sz w:val="18"/>
          <w:szCs w:val="18"/>
        </w:rPr>
        <w:t xml:space="preserve"> do Zarządzenia</w:t>
      </w:r>
      <w:r w:rsidRPr="00AD008E" w:rsidR="002A22BF">
        <w:rPr>
          <w:rFonts w:ascii="Corbel" w:hAnsi="Corbel"/>
          <w:bCs/>
          <w:i/>
          <w:sz w:val="18"/>
          <w:szCs w:val="18"/>
        </w:rPr>
        <w:t xml:space="preserve"> Rektora UR </w:t>
      </w:r>
      <w:r w:rsidRPr="00AD008E" w:rsidR="00CD6897">
        <w:rPr>
          <w:rFonts w:ascii="Corbel" w:hAnsi="Corbel"/>
          <w:bCs/>
          <w:i/>
          <w:sz w:val="18"/>
          <w:szCs w:val="18"/>
        </w:rPr>
        <w:t xml:space="preserve"> nr </w:t>
      </w:r>
      <w:r w:rsidRPr="00AD008E" w:rsidR="00F17567">
        <w:rPr>
          <w:rFonts w:ascii="Corbel" w:hAnsi="Corbel"/>
          <w:bCs/>
          <w:i/>
          <w:sz w:val="18"/>
          <w:szCs w:val="18"/>
        </w:rPr>
        <w:t>12/2019</w:t>
      </w:r>
    </w:p>
    <w:p w:rsidRPr="009C54AE" w:rsidR="0085747A" w:rsidP="009C54AE" w:rsidRDefault="0085747A" w14:paraId="48FB2AFB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P="398594FF" w:rsidRDefault="0071620A" w14:paraId="48FB2AFC" w14:textId="3411E098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398594FF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398594FF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398594FF" w:rsidR="0085747A">
        <w:rPr>
          <w:rFonts w:ascii="Corbel" w:hAnsi="Corbel"/>
          <w:i w:val="1"/>
          <w:iCs w:val="1"/>
          <w:smallCaps w:val="1"/>
          <w:sz w:val="24"/>
          <w:szCs w:val="24"/>
        </w:rPr>
        <w:t>.....</w:t>
      </w:r>
      <w:r w:rsidRPr="398594FF" w:rsidR="00534EDF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398594FF" w:rsidR="114A43D2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398594FF" w:rsidR="00534EDF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398594FF" w:rsidR="4ECA54FE">
        <w:rPr>
          <w:rFonts w:ascii="Corbel" w:hAnsi="Corbel"/>
          <w:i w:val="1"/>
          <w:iCs w:val="1"/>
          <w:smallCaps w:val="1"/>
          <w:sz w:val="24"/>
          <w:szCs w:val="24"/>
        </w:rPr>
        <w:t>3</w:t>
      </w:r>
      <w:r w:rsidRPr="398594FF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</w:p>
    <w:p w:rsidRPr="009C54AE" w:rsidR="00AD008E" w:rsidP="00EA4832" w:rsidRDefault="00AD008E" w14:paraId="7355F7F7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Pr="00EA4832" w:rsidR="00445970" w:rsidP="00EA4832" w:rsidRDefault="00445970" w14:paraId="48FB2AFE" w14:textId="2D5BAF7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E06DA2">
        <w:rPr>
          <w:rFonts w:ascii="Corbel" w:hAnsi="Corbel"/>
          <w:sz w:val="20"/>
          <w:szCs w:val="20"/>
        </w:rPr>
        <w:t>Rok akademicki</w:t>
      </w:r>
      <w:r w:rsidR="00445970">
        <w:rPr>
          <w:rFonts w:ascii="Corbel" w:hAnsi="Corbel"/>
          <w:sz w:val="20"/>
          <w:szCs w:val="20"/>
        </w:rPr>
        <w:t xml:space="preserve"> </w:t>
      </w:r>
      <w:r w:rsidR="00534EDF">
        <w:rPr>
          <w:rFonts w:ascii="Corbel" w:hAnsi="Corbel"/>
          <w:sz w:val="20"/>
          <w:szCs w:val="20"/>
        </w:rPr>
        <w:t>20</w:t>
      </w:r>
      <w:r w:rsidR="00585F0D">
        <w:rPr>
          <w:rFonts w:ascii="Corbel" w:hAnsi="Corbel"/>
          <w:sz w:val="20"/>
          <w:szCs w:val="20"/>
        </w:rPr>
        <w:t>2</w:t>
      </w:r>
      <w:r w:rsidR="091D866F">
        <w:rPr>
          <w:rFonts w:ascii="Corbel" w:hAnsi="Corbel"/>
          <w:sz w:val="20"/>
          <w:szCs w:val="20"/>
        </w:rPr>
        <w:t>1</w:t>
      </w:r>
      <w:r w:rsidR="00534EDF">
        <w:rPr>
          <w:rFonts w:ascii="Corbel" w:hAnsi="Corbel"/>
          <w:sz w:val="20"/>
          <w:szCs w:val="20"/>
        </w:rPr>
        <w:t>/202</w:t>
      </w:r>
      <w:r w:rsidR="01473C3E">
        <w:rPr>
          <w:rFonts w:ascii="Corbel" w:hAnsi="Corbel"/>
          <w:sz w:val="20"/>
          <w:szCs w:val="20"/>
        </w:rPr>
        <w:t>2</w:t>
      </w:r>
      <w:bookmarkStart w:name="_GoBack" w:id="0"/>
      <w:bookmarkEnd w:id="0"/>
    </w:p>
    <w:p w:rsidRPr="009C54AE" w:rsidR="0085747A" w:rsidP="009C54AE" w:rsidRDefault="0085747A" w14:paraId="48FB2AF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48FB2B00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B5BCAB0" w14:paraId="48FB2B03" w14:textId="77777777">
        <w:tc>
          <w:tcPr>
            <w:tcW w:w="2694" w:type="dxa"/>
            <w:vAlign w:val="center"/>
          </w:tcPr>
          <w:p w:rsidRPr="009C54AE" w:rsidR="0085747A" w:rsidP="009C54AE" w:rsidRDefault="00C05F44" w14:paraId="48FB2B0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0A7D53" w14:paraId="48FB2B0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8414B">
              <w:rPr>
                <w:rFonts w:ascii="Corbel" w:hAnsi="Corbel"/>
                <w:b w:val="0"/>
                <w:sz w:val="24"/>
                <w:szCs w:val="24"/>
              </w:rPr>
              <w:t>eminarium dyplomowe</w:t>
            </w:r>
          </w:p>
        </w:tc>
      </w:tr>
      <w:tr w:rsidRPr="009C54AE" w:rsidR="0085747A" w:rsidTr="0B5BCAB0" w14:paraId="48FB2B06" w14:textId="77777777">
        <w:tc>
          <w:tcPr>
            <w:tcW w:w="2694" w:type="dxa"/>
            <w:vAlign w:val="center"/>
          </w:tcPr>
          <w:p w:rsidRPr="009C54AE" w:rsidR="0085747A" w:rsidP="009C54AE" w:rsidRDefault="00C05F44" w14:paraId="48FB2B0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AF733A" w:rsidRDefault="00110E4D" w14:paraId="48FB2B0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FE9">
              <w:rPr>
                <w:rFonts w:ascii="Corbel" w:hAnsi="Corbel"/>
                <w:b w:val="0"/>
                <w:sz w:val="24"/>
                <w:szCs w:val="24"/>
              </w:rPr>
              <w:t>BW</w:t>
            </w:r>
            <w:r w:rsidRPr="00F34FE9" w:rsidR="00AF733A">
              <w:rPr>
                <w:rFonts w:ascii="Corbel" w:hAnsi="Corbel"/>
                <w:b w:val="0"/>
                <w:sz w:val="24"/>
                <w:szCs w:val="24"/>
              </w:rPr>
              <w:t>30</w:t>
            </w:r>
          </w:p>
        </w:tc>
      </w:tr>
      <w:tr w:rsidRPr="009C54AE" w:rsidR="0085747A" w:rsidTr="0B5BCAB0" w14:paraId="48FB2B09" w14:textId="77777777">
        <w:tc>
          <w:tcPr>
            <w:tcW w:w="2694" w:type="dxa"/>
            <w:vAlign w:val="center"/>
          </w:tcPr>
          <w:p w:rsidRPr="009C54AE" w:rsidR="0085747A" w:rsidP="00EA4832" w:rsidRDefault="0085747A" w14:paraId="48FB2B07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244E7" w14:paraId="48FB2B0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B5BCAB0" w14:paraId="48FB2B0C" w14:textId="77777777">
        <w:tc>
          <w:tcPr>
            <w:tcW w:w="2694" w:type="dxa"/>
            <w:vAlign w:val="center"/>
          </w:tcPr>
          <w:p w:rsidRPr="009C54AE" w:rsidR="0085747A" w:rsidP="009C54AE" w:rsidRDefault="0085747A" w14:paraId="48FB2B0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5B237B" w14:paraId="48FB2B0B" w14:textId="35412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B5BCAB0" w14:paraId="48FB2B0F" w14:textId="77777777">
        <w:tc>
          <w:tcPr>
            <w:tcW w:w="2694" w:type="dxa"/>
            <w:vAlign w:val="center"/>
          </w:tcPr>
          <w:p w:rsidRPr="009C54AE" w:rsidR="0085747A" w:rsidP="009C54AE" w:rsidRDefault="0085747A" w14:paraId="48FB2B0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D008E" w14:paraId="48FB2B0E" w14:textId="3499CB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Pr="000A09AA" w:rsidR="00DE4ABE">
              <w:rPr>
                <w:rFonts w:ascii="Corbel" w:hAnsi="Corbel"/>
                <w:b w:val="0"/>
                <w:sz w:val="24"/>
                <w:szCs w:val="24"/>
              </w:rPr>
              <w:t>ezpieczeństwo wewnętrzne</w:t>
            </w:r>
          </w:p>
        </w:tc>
      </w:tr>
      <w:tr w:rsidRPr="009C54AE" w:rsidR="0085747A" w:rsidTr="0B5BCAB0" w14:paraId="48FB2B12" w14:textId="77777777">
        <w:tc>
          <w:tcPr>
            <w:tcW w:w="2694" w:type="dxa"/>
            <w:vAlign w:val="center"/>
          </w:tcPr>
          <w:p w:rsidRPr="009C54AE" w:rsidR="0085747A" w:rsidP="009C54AE" w:rsidRDefault="00DE4A14" w14:paraId="48FB2B1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E4ABE" w14:paraId="48FB2B1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0B5BCAB0" w14:paraId="48FB2B15" w14:textId="77777777">
        <w:tc>
          <w:tcPr>
            <w:tcW w:w="2694" w:type="dxa"/>
            <w:vAlign w:val="center"/>
          </w:tcPr>
          <w:p w:rsidRPr="009C54AE" w:rsidR="0085747A" w:rsidP="009C54AE" w:rsidRDefault="0085747A" w14:paraId="48FB2B1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E4ABE" w14:paraId="48FB2B1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9C54AE" w:rsidR="0085747A" w:rsidTr="0B5BCAB0" w14:paraId="48FB2B18" w14:textId="77777777">
        <w:tc>
          <w:tcPr>
            <w:tcW w:w="2694" w:type="dxa"/>
            <w:vAlign w:val="center"/>
          </w:tcPr>
          <w:p w:rsidRPr="009C54AE" w:rsidR="0085747A" w:rsidP="009C54AE" w:rsidRDefault="0085747A" w14:paraId="48FB2B1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E4ABE" w14:paraId="48FB2B1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Pr="009C54AE" w:rsidR="0085747A" w:rsidTr="0B5BCAB0" w14:paraId="48FB2B1B" w14:textId="77777777">
        <w:tc>
          <w:tcPr>
            <w:tcW w:w="2694" w:type="dxa"/>
            <w:vAlign w:val="center"/>
          </w:tcPr>
          <w:p w:rsidRPr="009C54AE" w:rsidR="0085747A" w:rsidP="009C54AE" w:rsidRDefault="0085747A" w14:paraId="48FB2B1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E4ABE" w14:paraId="48FB2B1A" w14:textId="4801B8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E8414B">
              <w:rPr>
                <w:rFonts w:ascii="Corbel" w:hAnsi="Corbel"/>
                <w:b w:val="0"/>
                <w:sz w:val="24"/>
                <w:szCs w:val="24"/>
              </w:rPr>
              <w:t>I, semestr IV</w:t>
            </w:r>
            <w:r w:rsidR="00355254">
              <w:rPr>
                <w:rFonts w:ascii="Corbel" w:hAnsi="Corbel"/>
                <w:b w:val="0"/>
                <w:sz w:val="24"/>
                <w:szCs w:val="24"/>
              </w:rPr>
              <w:t>-VI</w:t>
            </w:r>
          </w:p>
        </w:tc>
      </w:tr>
      <w:tr w:rsidRPr="009C54AE" w:rsidR="0085747A" w:rsidTr="0B5BCAB0" w14:paraId="48FB2B1E" w14:textId="77777777">
        <w:tc>
          <w:tcPr>
            <w:tcW w:w="2694" w:type="dxa"/>
            <w:vAlign w:val="center"/>
          </w:tcPr>
          <w:p w:rsidRPr="009C54AE" w:rsidR="0085747A" w:rsidP="009C54AE" w:rsidRDefault="0085747A" w14:paraId="48FB2B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F4DD0" w14:paraId="48FB2B1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pozostały </w:t>
            </w:r>
            <w:r w:rsidRPr="000A09AA" w:rsidR="00DE4ABE">
              <w:rPr>
                <w:rFonts w:ascii="Corbel" w:hAnsi="Corbel"/>
                <w:b w:val="0"/>
                <w:sz w:val="24"/>
                <w:szCs w:val="24"/>
              </w:rPr>
              <w:t>przedmiot podstawowy</w:t>
            </w:r>
          </w:p>
        </w:tc>
      </w:tr>
      <w:tr w:rsidRPr="009C54AE" w:rsidR="00923D7D" w:rsidTr="0B5BCAB0" w14:paraId="48FB2B21" w14:textId="77777777">
        <w:tc>
          <w:tcPr>
            <w:tcW w:w="2694" w:type="dxa"/>
            <w:vAlign w:val="center"/>
          </w:tcPr>
          <w:p w:rsidRPr="009C54AE" w:rsidR="00923D7D" w:rsidP="009C54AE" w:rsidRDefault="00923D7D" w14:paraId="48FB2B1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DE4ABE" w14:paraId="48FB2B2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B5BCAB0" w14:paraId="48FB2B24" w14:textId="77777777">
        <w:tc>
          <w:tcPr>
            <w:tcW w:w="2694" w:type="dxa"/>
            <w:vAlign w:val="center"/>
          </w:tcPr>
          <w:p w:rsidRPr="009C54AE" w:rsidR="0085747A" w:rsidP="009C54AE" w:rsidRDefault="0085747A" w14:paraId="48FB2B2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B5BCAB0" w:rsidRDefault="0085747A" w14:paraId="48FB2B23" w14:textId="39A39B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Pr="009C54AE" w:rsidR="0085747A" w:rsidTr="0B5BCAB0" w14:paraId="48FB2B27" w14:textId="77777777">
        <w:tc>
          <w:tcPr>
            <w:tcW w:w="2694" w:type="dxa"/>
            <w:vAlign w:val="center"/>
          </w:tcPr>
          <w:p w:rsidRPr="009C54AE" w:rsidR="0085747A" w:rsidP="009C54AE" w:rsidRDefault="0085747A" w14:paraId="48FB2B2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5747A" w14:paraId="48FB2B26" w14:textId="733C8B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48FB2B28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48FB2B2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8FB2B2A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48FB2B2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AD008E" w14:paraId="48FB2B37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8FB2B2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48FB2B2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8FB2B2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8FB2B2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8FB2B3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8FB2B3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8FB2B3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8FB2B3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8FB2B3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8FB2B3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C7272" w:rsidR="00015B8F" w:rsidP="009C54AE" w:rsidRDefault="00015B8F" w14:paraId="48FB2B3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7272">
              <w:rPr>
                <w:rFonts w:ascii="Corbel" w:hAnsi="Corbel"/>
                <w:szCs w:val="24"/>
              </w:rPr>
              <w:t>Liczba pkt</w:t>
            </w:r>
            <w:r w:rsidRPr="00FC7272" w:rsidR="00B90885">
              <w:rPr>
                <w:rFonts w:ascii="Corbel" w:hAnsi="Corbel"/>
                <w:szCs w:val="24"/>
              </w:rPr>
              <w:t>.</w:t>
            </w:r>
            <w:r w:rsidRPr="00FC7272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Pr="009C54AE" w:rsidR="00015B8F" w:rsidTr="00AD008E" w14:paraId="48FB2B42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DF4DD0" w14:paraId="48FB2B38" w14:textId="41EEC4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  <w:r w:rsidR="00DD7529">
              <w:rPr>
                <w:rFonts w:ascii="Corbel" w:hAnsi="Corbel"/>
                <w:sz w:val="24"/>
                <w:szCs w:val="24"/>
              </w:rPr>
              <w:t>-VI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8FB2B3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8FB2B3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8FB2B3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8FB2B3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DD7529" w14:paraId="48FB2B3D" w14:textId="608BE6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8FB2B3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8FB2B3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8FB2B4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355254" w14:paraId="48FB2B41" w14:textId="484ADD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:rsidRPr="009C54AE" w:rsidR="00923D7D" w:rsidP="009C54AE" w:rsidRDefault="00923D7D" w14:paraId="48FB2B4E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48FB2B4F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48FB2B50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F819E5" w14:paraId="48FB2B51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819E5">
        <w:rPr>
          <w:rFonts w:ascii="Cambria Math" w:hAnsi="Cambria Math" w:eastAsia="MS Gothic" w:cs="Cambria Math"/>
          <w:b w:val="0"/>
          <w:szCs w:val="24"/>
        </w:rPr>
        <w:t>⊠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48FB2B5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48FB2B5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48FB2B54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F93F6F" w14:paraId="48FB2B55" w14:textId="0B2A4724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P="009C54AE" w:rsidRDefault="00E960BB" w14:paraId="48FB2B5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48FB2B57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48FB2B5A" w14:textId="77777777">
        <w:tc>
          <w:tcPr>
            <w:tcW w:w="9670" w:type="dxa"/>
          </w:tcPr>
          <w:p w:rsidRPr="009C54AE" w:rsidR="0085747A" w:rsidP="009C54AE" w:rsidRDefault="00F819E5" w14:paraId="48FB2B58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  <w:p w:rsidRPr="009C54AE" w:rsidR="0085747A" w:rsidP="009C54AE" w:rsidRDefault="0085747A" w14:paraId="48FB2B59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P="009C54AE" w:rsidRDefault="00153C41" w14:paraId="48FB2B5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48FB2B5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48FB2B5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48FB2B5E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48FB2B5F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9C54AE" w:rsidR="0085747A" w:rsidTr="00012746" w14:paraId="48FB2B62" w14:textId="77777777">
        <w:tc>
          <w:tcPr>
            <w:tcW w:w="844" w:type="dxa"/>
            <w:vAlign w:val="center"/>
          </w:tcPr>
          <w:p w:rsidRPr="009C54AE" w:rsidR="0085747A" w:rsidP="009C54AE" w:rsidRDefault="0085747A" w14:paraId="48FB2B6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9C54AE" w:rsidR="0085747A" w:rsidP="005F6B83" w:rsidRDefault="00785107" w14:paraId="48FB2B6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D260B">
              <w:rPr>
                <w:rFonts w:ascii="Corbel" w:hAnsi="Corbel"/>
                <w:b w:val="0"/>
                <w:sz w:val="24"/>
                <w:szCs w:val="24"/>
              </w:rPr>
              <w:t xml:space="preserve">rzygotowanie studentów do </w:t>
            </w:r>
            <w:r w:rsidR="00062BB4">
              <w:rPr>
                <w:rFonts w:ascii="Corbel" w:hAnsi="Corbel"/>
                <w:b w:val="0"/>
                <w:sz w:val="24"/>
                <w:szCs w:val="24"/>
              </w:rPr>
              <w:t>sformułowania zainteresowań badawczych</w:t>
            </w:r>
            <w:r w:rsidR="005F6B83">
              <w:rPr>
                <w:rFonts w:ascii="Corbel" w:hAnsi="Corbel"/>
                <w:b w:val="0"/>
                <w:sz w:val="24"/>
                <w:szCs w:val="24"/>
              </w:rPr>
              <w:t xml:space="preserve"> i określenia tematyki pracy dyplomowej</w:t>
            </w:r>
          </w:p>
        </w:tc>
      </w:tr>
      <w:tr w:rsidRPr="009C54AE" w:rsidR="0085747A" w:rsidTr="00012746" w14:paraId="48FB2B65" w14:textId="77777777">
        <w:tc>
          <w:tcPr>
            <w:tcW w:w="844" w:type="dxa"/>
            <w:vAlign w:val="center"/>
          </w:tcPr>
          <w:p w:rsidRPr="009C54AE" w:rsidR="0085747A" w:rsidP="009C54AE" w:rsidRDefault="0050395D" w14:paraId="48FB2B63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Pr="009C54AE" w:rsidR="0085747A" w:rsidP="00BD60C9" w:rsidRDefault="00F819E5" w14:paraId="48FB2B6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19E5">
              <w:rPr>
                <w:rFonts w:ascii="Corbel" w:hAnsi="Corbel"/>
                <w:b w:val="0"/>
                <w:sz w:val="24"/>
                <w:szCs w:val="24"/>
              </w:rPr>
              <w:t xml:space="preserve">rozwój umiejętności </w:t>
            </w:r>
            <w:r w:rsidR="00B23B4D">
              <w:rPr>
                <w:rFonts w:ascii="Corbel" w:hAnsi="Corbel"/>
                <w:b w:val="0"/>
                <w:sz w:val="24"/>
                <w:szCs w:val="24"/>
              </w:rPr>
              <w:t xml:space="preserve">poszukiwania i analizowania </w:t>
            </w:r>
            <w:r w:rsidR="00BD60C9">
              <w:rPr>
                <w:rFonts w:ascii="Corbel" w:hAnsi="Corbel"/>
                <w:b w:val="0"/>
                <w:sz w:val="24"/>
                <w:szCs w:val="24"/>
              </w:rPr>
              <w:t>materiałów źródłowych i literatury</w:t>
            </w:r>
          </w:p>
        </w:tc>
      </w:tr>
      <w:tr w:rsidRPr="009C54AE" w:rsidR="0085747A" w:rsidTr="00012746" w14:paraId="48FB2B68" w14:textId="77777777">
        <w:tc>
          <w:tcPr>
            <w:tcW w:w="844" w:type="dxa"/>
            <w:vAlign w:val="center"/>
          </w:tcPr>
          <w:p w:rsidRPr="009C54AE" w:rsidR="0085747A" w:rsidP="0050395D" w:rsidRDefault="0085747A" w14:paraId="48FB2B6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0395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:rsidRPr="009C54AE" w:rsidR="0085747A" w:rsidP="00012746" w:rsidRDefault="00F819E5" w14:paraId="48FB2B6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19E5">
              <w:rPr>
                <w:rFonts w:ascii="Corbel" w:hAnsi="Corbel"/>
                <w:b w:val="0"/>
                <w:sz w:val="24"/>
                <w:szCs w:val="24"/>
              </w:rPr>
              <w:t xml:space="preserve">wyrobienie umiejętności </w:t>
            </w:r>
            <w:r w:rsidR="00012746">
              <w:rPr>
                <w:rFonts w:ascii="Corbel" w:hAnsi="Corbel"/>
                <w:b w:val="0"/>
                <w:sz w:val="24"/>
                <w:szCs w:val="24"/>
              </w:rPr>
              <w:t>pisania pracy dyplomowej</w:t>
            </w:r>
          </w:p>
        </w:tc>
      </w:tr>
    </w:tbl>
    <w:p w:rsidRPr="009C54AE" w:rsidR="0085747A" w:rsidP="009C54AE" w:rsidRDefault="0085747A" w14:paraId="48FB2B69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48FB2B6A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48FB2B6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9C54AE" w:rsidR="0085747A" w:rsidTr="003E4C2F" w14:paraId="48FB2B6F" w14:textId="77777777">
        <w:tc>
          <w:tcPr>
            <w:tcW w:w="1679" w:type="dxa"/>
            <w:vAlign w:val="center"/>
          </w:tcPr>
          <w:p w:rsidRPr="009C54AE" w:rsidR="0085747A" w:rsidP="009C54AE" w:rsidRDefault="0085747A" w14:paraId="48FB2B6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Pr="009C54AE" w:rsidR="0085747A" w:rsidP="00C05F44" w:rsidRDefault="0085747A" w14:paraId="48FB2B6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48FB2B6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D821FB" w:rsidTr="003E4C2F" w14:paraId="48FB2B73" w14:textId="77777777">
        <w:tc>
          <w:tcPr>
            <w:tcW w:w="1679" w:type="dxa"/>
          </w:tcPr>
          <w:p w:rsidRPr="009C54AE" w:rsidR="00D821FB" w:rsidP="009C54AE" w:rsidRDefault="00D821FB" w14:paraId="48FB2B7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6" w:type="dxa"/>
          </w:tcPr>
          <w:p w:rsidRPr="00D2008E" w:rsidR="00D821FB" w:rsidP="006952E6" w:rsidRDefault="006952E6" w14:paraId="48FB2B7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75AD">
              <w:rPr>
                <w:rFonts w:ascii="Corbel" w:hAnsi="Corbel"/>
                <w:sz w:val="24"/>
                <w:szCs w:val="24"/>
              </w:rPr>
              <w:t>z</w:t>
            </w:r>
            <w:r w:rsidRPr="009875AD" w:rsidR="00DE644A">
              <w:rPr>
                <w:rFonts w:ascii="Corbel" w:hAnsi="Corbel"/>
                <w:sz w:val="24"/>
                <w:szCs w:val="24"/>
              </w:rPr>
              <w:t>na</w:t>
            </w:r>
            <w:r w:rsidRPr="009875AD">
              <w:rPr>
                <w:rFonts w:ascii="Corbel" w:hAnsi="Corbel"/>
                <w:sz w:val="24"/>
                <w:szCs w:val="24"/>
              </w:rPr>
              <w:t xml:space="preserve"> metody</w:t>
            </w:r>
            <w:r w:rsidRPr="009875AD" w:rsidR="00A80D03">
              <w:rPr>
                <w:rFonts w:ascii="Corbel" w:hAnsi="Corbel"/>
                <w:sz w:val="24"/>
                <w:szCs w:val="24"/>
              </w:rPr>
              <w:t xml:space="preserve"> prowadzenia badań w obszarze nauk społecznych w szczególności w zakresie bezpieczeństwa wewnętrznego</w:t>
            </w:r>
          </w:p>
        </w:tc>
        <w:tc>
          <w:tcPr>
            <w:tcW w:w="1865" w:type="dxa"/>
          </w:tcPr>
          <w:p w:rsidRPr="00D2008E" w:rsidR="00D821FB" w:rsidP="00A80D03" w:rsidRDefault="004F4A52" w14:paraId="48FB2B7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Pr="00D2008E" w:rsidR="00D821FB">
              <w:rPr>
                <w:rFonts w:ascii="Corbel" w:hAnsi="Corbel"/>
                <w:sz w:val="24"/>
                <w:szCs w:val="24"/>
              </w:rPr>
              <w:t>W0</w:t>
            </w:r>
            <w:r w:rsidR="00A80D0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9C54AE" w:rsidR="00D821FB" w:rsidTr="003E4C2F" w14:paraId="48FB2B77" w14:textId="77777777">
        <w:tc>
          <w:tcPr>
            <w:tcW w:w="1679" w:type="dxa"/>
          </w:tcPr>
          <w:p w:rsidRPr="009C54AE" w:rsidR="00D821FB" w:rsidP="009C54AE" w:rsidRDefault="00D821FB" w14:paraId="48FB2B7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Pr="00D2008E" w:rsidR="00D821FB" w:rsidP="006952E6" w:rsidRDefault="006952E6" w14:paraId="48FB2B7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75AD">
              <w:rPr>
                <w:rFonts w:ascii="Corbel" w:hAnsi="Corbel"/>
                <w:sz w:val="24"/>
                <w:szCs w:val="24"/>
              </w:rPr>
              <w:t>zna zasady korzystania z dorobku naukowego innych autorów</w:t>
            </w:r>
          </w:p>
        </w:tc>
        <w:tc>
          <w:tcPr>
            <w:tcW w:w="1865" w:type="dxa"/>
          </w:tcPr>
          <w:p w:rsidRPr="00D2008E" w:rsidR="00D821FB" w:rsidP="00A80D03" w:rsidRDefault="004F4A52" w14:paraId="48FB2B7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Pr="00D2008E" w:rsidR="00D821FB">
              <w:rPr>
                <w:rFonts w:ascii="Corbel" w:hAnsi="Corbel"/>
                <w:sz w:val="24"/>
                <w:szCs w:val="24"/>
              </w:rPr>
              <w:t>W0</w:t>
            </w:r>
            <w:r w:rsidR="00A80D0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9C54AE" w:rsidR="00D821FB" w:rsidTr="003E4C2F" w14:paraId="48FB2B7B" w14:textId="77777777">
        <w:tc>
          <w:tcPr>
            <w:tcW w:w="1679" w:type="dxa"/>
          </w:tcPr>
          <w:p w:rsidRPr="009C54AE" w:rsidR="00D821FB" w:rsidP="00D821FB" w:rsidRDefault="00D821FB" w14:paraId="48FB2B7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:rsidRPr="00D2008E" w:rsidR="00D821FB" w:rsidP="00C50E00" w:rsidRDefault="00C50E00" w14:paraId="48FB2B7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75AD">
              <w:rPr>
                <w:rFonts w:ascii="Corbel" w:hAnsi="Corbel"/>
                <w:sz w:val="24"/>
                <w:szCs w:val="24"/>
              </w:rPr>
              <w:t>wie na czym polega</w:t>
            </w:r>
            <w:r w:rsidRPr="009875AD" w:rsidR="002D38CE">
              <w:rPr>
                <w:rFonts w:ascii="Corbel" w:hAnsi="Corbel"/>
                <w:sz w:val="24"/>
                <w:szCs w:val="24"/>
              </w:rPr>
              <w:t xml:space="preserve"> interdyscyplinarnoś</w:t>
            </w:r>
            <w:r w:rsidRPr="009875AD">
              <w:rPr>
                <w:rFonts w:ascii="Corbel" w:hAnsi="Corbel"/>
                <w:sz w:val="24"/>
                <w:szCs w:val="24"/>
              </w:rPr>
              <w:t xml:space="preserve">ć </w:t>
            </w:r>
            <w:r w:rsidRPr="009875AD" w:rsidR="002D38CE">
              <w:rPr>
                <w:rFonts w:ascii="Corbel" w:hAnsi="Corbel"/>
                <w:sz w:val="24"/>
                <w:szCs w:val="24"/>
              </w:rPr>
              <w:t>nauk o bezpieczeństwie</w:t>
            </w:r>
          </w:p>
        </w:tc>
        <w:tc>
          <w:tcPr>
            <w:tcW w:w="1865" w:type="dxa"/>
          </w:tcPr>
          <w:p w:rsidRPr="00D2008E" w:rsidR="00D821FB" w:rsidP="002D38CE" w:rsidRDefault="004F4A52" w14:paraId="48FB2B7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2D38CE">
              <w:rPr>
                <w:rFonts w:ascii="Corbel" w:hAnsi="Corbel"/>
                <w:sz w:val="24"/>
                <w:szCs w:val="24"/>
              </w:rPr>
              <w:t>W06</w:t>
            </w:r>
          </w:p>
        </w:tc>
      </w:tr>
      <w:tr w:rsidRPr="009C54AE" w:rsidR="005206E0" w:rsidTr="003E4C2F" w14:paraId="48FB2B7F" w14:textId="77777777">
        <w:tc>
          <w:tcPr>
            <w:tcW w:w="1679" w:type="dxa"/>
          </w:tcPr>
          <w:p w:rsidRPr="009C54AE" w:rsidR="005206E0" w:rsidP="00D821FB" w:rsidRDefault="00C21865" w14:paraId="48FB2B7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4AA5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6" w:type="dxa"/>
          </w:tcPr>
          <w:p w:rsidRPr="009875AD" w:rsidR="005206E0" w:rsidP="00861F76" w:rsidRDefault="00861F76" w14:paraId="48FB2B7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75AD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9875AD" w:rsidR="005206E0">
              <w:rPr>
                <w:rFonts w:ascii="Corbel" w:hAnsi="Corbel"/>
                <w:sz w:val="24"/>
                <w:szCs w:val="24"/>
              </w:rPr>
              <w:t>przygotować prac</w:t>
            </w:r>
            <w:r w:rsidRPr="009875AD">
              <w:rPr>
                <w:rFonts w:ascii="Corbel" w:hAnsi="Corbel"/>
                <w:sz w:val="24"/>
                <w:szCs w:val="24"/>
              </w:rPr>
              <w:t>ę</w:t>
            </w:r>
            <w:r w:rsidRPr="009875AD" w:rsidR="005206E0">
              <w:rPr>
                <w:rFonts w:ascii="Corbel" w:hAnsi="Corbel"/>
                <w:sz w:val="24"/>
                <w:szCs w:val="24"/>
              </w:rPr>
              <w:t xml:space="preserve"> pisemn</w:t>
            </w:r>
            <w:r w:rsidRPr="009875AD">
              <w:rPr>
                <w:rFonts w:ascii="Corbel" w:hAnsi="Corbel"/>
                <w:sz w:val="24"/>
                <w:szCs w:val="24"/>
              </w:rPr>
              <w:t>ą</w:t>
            </w:r>
            <w:r w:rsidRPr="009875AD" w:rsidR="00595E78">
              <w:rPr>
                <w:rFonts w:ascii="Corbel" w:hAnsi="Corbel"/>
                <w:sz w:val="24"/>
                <w:szCs w:val="24"/>
              </w:rPr>
              <w:t xml:space="preserve"> uwzględniając wymogi merytoryczne i edytorskie</w:t>
            </w:r>
          </w:p>
        </w:tc>
        <w:tc>
          <w:tcPr>
            <w:tcW w:w="1865" w:type="dxa"/>
          </w:tcPr>
          <w:p w:rsidR="005206E0" w:rsidP="005206E0" w:rsidRDefault="005206E0" w14:paraId="48FB2B7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Pr="00D2008E"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03</w:t>
            </w:r>
          </w:p>
        </w:tc>
      </w:tr>
      <w:tr w:rsidRPr="009C54AE" w:rsidR="005206E0" w:rsidTr="003E4C2F" w14:paraId="48FB2B83" w14:textId="77777777">
        <w:tc>
          <w:tcPr>
            <w:tcW w:w="1679" w:type="dxa"/>
          </w:tcPr>
          <w:p w:rsidRPr="009C54AE" w:rsidR="005206E0" w:rsidP="00C21865" w:rsidRDefault="00C21865" w14:paraId="48FB2B8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4AA5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5</w:t>
            </w:r>
          </w:p>
        </w:tc>
        <w:tc>
          <w:tcPr>
            <w:tcW w:w="5976" w:type="dxa"/>
          </w:tcPr>
          <w:p w:rsidRPr="009875AD" w:rsidR="005206E0" w:rsidP="00DA3868" w:rsidRDefault="00DA3868" w14:paraId="48FB2B8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75AD">
              <w:rPr>
                <w:rFonts w:ascii="Corbel" w:hAnsi="Corbel"/>
                <w:sz w:val="24"/>
                <w:szCs w:val="24"/>
              </w:rPr>
              <w:t>potrafi wskazać na</w:t>
            </w:r>
            <w:r w:rsidRPr="009875AD" w:rsidR="005206E0">
              <w:rPr>
                <w:rFonts w:ascii="Corbel" w:hAnsi="Corbel"/>
                <w:sz w:val="24"/>
                <w:szCs w:val="24"/>
              </w:rPr>
              <w:t xml:space="preserve"> procesy i zjawiska w zakresie bezpieczeństwa w powiązaniu z wybraną specjalnością studiów </w:t>
            </w:r>
          </w:p>
        </w:tc>
        <w:tc>
          <w:tcPr>
            <w:tcW w:w="1865" w:type="dxa"/>
          </w:tcPr>
          <w:p w:rsidR="005206E0" w:rsidP="005206E0" w:rsidRDefault="005206E0" w14:paraId="48FB2B8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Pr="00D2008E"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04</w:t>
            </w:r>
          </w:p>
        </w:tc>
      </w:tr>
      <w:tr w:rsidRPr="009C54AE" w:rsidR="00D2008E" w:rsidTr="003E4C2F" w14:paraId="48FB2B88" w14:textId="77777777">
        <w:tc>
          <w:tcPr>
            <w:tcW w:w="1679" w:type="dxa"/>
          </w:tcPr>
          <w:p w:rsidRPr="00EE4AA5" w:rsidR="00D2008E" w:rsidP="00C21865" w:rsidRDefault="00C21865" w14:paraId="48FB2B8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E4AA5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5976" w:type="dxa"/>
          </w:tcPr>
          <w:p w:rsidRPr="00D2008E" w:rsidR="00D2008E" w:rsidP="00595E78" w:rsidRDefault="00D87F3E" w14:paraId="48FB2B8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75AD">
              <w:rPr>
                <w:rFonts w:ascii="Corbel" w:hAnsi="Corbel"/>
                <w:sz w:val="24"/>
                <w:szCs w:val="24"/>
              </w:rPr>
              <w:t>potrafi rekonstruować argumentacje wybranych stanowisk teoretycznych i podejmować próbę rozstrzygania problemów społeczno-politycznych</w:t>
            </w:r>
          </w:p>
        </w:tc>
        <w:tc>
          <w:tcPr>
            <w:tcW w:w="1865" w:type="dxa"/>
          </w:tcPr>
          <w:p w:rsidR="00595E78" w:rsidP="002D38CE" w:rsidRDefault="004F4A52" w14:paraId="48FB2B8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Pr="00D2008E" w:rsidR="00D2008E">
              <w:rPr>
                <w:rFonts w:ascii="Corbel" w:hAnsi="Corbel"/>
                <w:sz w:val="24"/>
                <w:szCs w:val="24"/>
              </w:rPr>
              <w:t>U</w:t>
            </w:r>
            <w:r w:rsidR="002D38CE">
              <w:rPr>
                <w:rFonts w:ascii="Corbel" w:hAnsi="Corbel"/>
                <w:sz w:val="24"/>
                <w:szCs w:val="24"/>
              </w:rPr>
              <w:t>05</w:t>
            </w:r>
            <w:r w:rsidR="00595E7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D2008E" w:rsidR="00D2008E" w:rsidP="002D38CE" w:rsidRDefault="00595E78" w14:paraId="48FB2B8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Pr="00D2008E">
              <w:rPr>
                <w:rFonts w:ascii="Corbel" w:hAnsi="Corbel"/>
                <w:sz w:val="24"/>
                <w:szCs w:val="24"/>
              </w:rPr>
              <w:t>U12</w:t>
            </w:r>
          </w:p>
        </w:tc>
      </w:tr>
      <w:tr w:rsidRPr="009C54AE" w:rsidR="005206E0" w:rsidTr="003E4C2F" w14:paraId="48FB2B8C" w14:textId="77777777">
        <w:tc>
          <w:tcPr>
            <w:tcW w:w="1679" w:type="dxa"/>
          </w:tcPr>
          <w:p w:rsidRPr="00EE4AA5" w:rsidR="005206E0" w:rsidP="00C21865" w:rsidRDefault="00C21865" w14:paraId="48FB2B8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E4AA5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7</w:t>
            </w:r>
          </w:p>
        </w:tc>
        <w:tc>
          <w:tcPr>
            <w:tcW w:w="5976" w:type="dxa"/>
          </w:tcPr>
          <w:p w:rsidRPr="009875AD" w:rsidR="005206E0" w:rsidP="00595E78" w:rsidRDefault="00D87F3E" w14:paraId="48FB2B8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75AD">
              <w:rPr>
                <w:rFonts w:ascii="Corbel" w:hAnsi="Corbel"/>
                <w:sz w:val="24"/>
                <w:szCs w:val="24"/>
              </w:rPr>
              <w:t>potrafi wyjaśniać przyczynowość zjawisk społecznych</w:t>
            </w:r>
          </w:p>
        </w:tc>
        <w:tc>
          <w:tcPr>
            <w:tcW w:w="1865" w:type="dxa"/>
          </w:tcPr>
          <w:p w:rsidR="005206E0" w:rsidP="00F76354" w:rsidRDefault="00F76354" w14:paraId="48FB2B8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Pr="00D2008E"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06</w:t>
            </w:r>
          </w:p>
        </w:tc>
      </w:tr>
    </w:tbl>
    <w:p w:rsidRPr="009C54AE" w:rsidR="0085747A" w:rsidP="009C54AE" w:rsidRDefault="0085747A" w14:paraId="48FB2B8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48FB2B8E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48FB2B8F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48FB2B90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875AD" w14:paraId="48FB2B92" w14:textId="77777777">
        <w:tc>
          <w:tcPr>
            <w:tcW w:w="9520" w:type="dxa"/>
          </w:tcPr>
          <w:p w:rsidRPr="009C54AE" w:rsidR="0085747A" w:rsidP="009C54AE" w:rsidRDefault="0085747A" w14:paraId="48FB2B9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5066EC" w:rsidTr="009875AD" w14:paraId="48FB2B94" w14:textId="77777777">
        <w:tc>
          <w:tcPr>
            <w:tcW w:w="9520" w:type="dxa"/>
          </w:tcPr>
          <w:p w:rsidRPr="005066EC" w:rsidR="005066EC" w:rsidP="00A441A5" w:rsidRDefault="005066EC" w14:paraId="48FB2B9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5066EC" w:rsidTr="009875AD" w14:paraId="48FB2B96" w14:textId="77777777">
        <w:tc>
          <w:tcPr>
            <w:tcW w:w="9520" w:type="dxa"/>
          </w:tcPr>
          <w:p w:rsidRPr="005066EC" w:rsidR="005066EC" w:rsidP="00A441A5" w:rsidRDefault="005066EC" w14:paraId="48FB2B9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5066EC" w:rsidTr="009875AD" w14:paraId="48FB2B98" w14:textId="77777777">
        <w:tc>
          <w:tcPr>
            <w:tcW w:w="9520" w:type="dxa"/>
          </w:tcPr>
          <w:p w:rsidRPr="005066EC" w:rsidR="005066EC" w:rsidP="00A441A5" w:rsidRDefault="005066EC" w14:paraId="48FB2B9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  <w:tr w:rsidRPr="009C54AE" w:rsidR="005066EC" w:rsidTr="009875AD" w14:paraId="48FB2B9A" w14:textId="77777777">
        <w:tc>
          <w:tcPr>
            <w:tcW w:w="9520" w:type="dxa"/>
          </w:tcPr>
          <w:p w:rsidRPr="005066EC" w:rsidR="005066EC" w:rsidP="00A441A5" w:rsidRDefault="005066EC" w14:paraId="48FB2B9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48FB2B9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8FB2B9C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48FB2B9D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AD7042" w14:paraId="48FB2B9F" w14:textId="77777777">
        <w:tc>
          <w:tcPr>
            <w:tcW w:w="9520" w:type="dxa"/>
          </w:tcPr>
          <w:p w:rsidRPr="009C54AE" w:rsidR="0085747A" w:rsidP="009C54AE" w:rsidRDefault="0085747A" w14:paraId="48FB2B9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420F87" w:rsidTr="00AD7042" w14:paraId="48FB2BA1" w14:textId="77777777">
        <w:tc>
          <w:tcPr>
            <w:tcW w:w="9520" w:type="dxa"/>
          </w:tcPr>
          <w:p w:rsidRPr="004C01E0" w:rsidR="00420F87" w:rsidP="00420F87" w:rsidRDefault="00E923FF" w14:paraId="48FB2BA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B86F6C" w:rsidR="00B86F6C">
              <w:rPr>
                <w:rFonts w:ascii="Corbel" w:hAnsi="Corbel"/>
                <w:sz w:val="24"/>
                <w:szCs w:val="24"/>
              </w:rPr>
              <w:t>mówienie założeń prac dyplomowych i sformułowanie kierunku zainteresowań badawczych</w:t>
            </w:r>
          </w:p>
        </w:tc>
      </w:tr>
      <w:tr w:rsidRPr="009C54AE" w:rsidR="00807FAF" w:rsidTr="00AD7042" w14:paraId="48FB2BA3" w14:textId="77777777">
        <w:tc>
          <w:tcPr>
            <w:tcW w:w="9520" w:type="dxa"/>
          </w:tcPr>
          <w:p w:rsidRPr="00B86F6C" w:rsidR="00807FAF" w:rsidP="00420F87" w:rsidRDefault="001708E9" w14:paraId="48FB2BA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wymogów merytorycznych i edytorskich dotyczących prac licencjackich</w:t>
            </w:r>
          </w:p>
        </w:tc>
      </w:tr>
      <w:tr w:rsidRPr="009C54AE" w:rsidR="00B86F6C" w:rsidTr="00AD7042" w14:paraId="48FB2BA5" w14:textId="77777777">
        <w:tc>
          <w:tcPr>
            <w:tcW w:w="9520" w:type="dxa"/>
          </w:tcPr>
          <w:p w:rsidRPr="00B86F6C" w:rsidR="00B86F6C" w:rsidP="00420F87" w:rsidRDefault="00E923FF" w14:paraId="48FB2BA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</w:t>
            </w:r>
            <w:r w:rsidRPr="00F54079">
              <w:rPr>
                <w:rFonts w:ascii="Corbel" w:hAnsi="Corbel"/>
                <w:sz w:val="24"/>
                <w:szCs w:val="24"/>
              </w:rPr>
              <w:t>oszukiwani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F54079">
              <w:rPr>
                <w:rFonts w:ascii="Corbel" w:hAnsi="Corbel"/>
                <w:sz w:val="24"/>
                <w:szCs w:val="24"/>
              </w:rPr>
              <w:t xml:space="preserve"> i analizowani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F54079">
              <w:rPr>
                <w:rFonts w:ascii="Corbel" w:hAnsi="Corbel"/>
                <w:sz w:val="24"/>
                <w:szCs w:val="24"/>
              </w:rPr>
              <w:t xml:space="preserve"> materiałów źródłowych i literatury</w:t>
            </w:r>
          </w:p>
        </w:tc>
      </w:tr>
      <w:tr w:rsidRPr="009C54AE" w:rsidR="00F54079" w:rsidTr="00AD7042" w14:paraId="48FB2BA7" w14:textId="77777777">
        <w:tc>
          <w:tcPr>
            <w:tcW w:w="9520" w:type="dxa"/>
          </w:tcPr>
          <w:p w:rsidR="00F54079" w:rsidP="00C054A4" w:rsidRDefault="00E923FF" w14:paraId="48FB2BA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Uzasadnienie wyboru tematu i konspekt pracy dyplomowej</w:t>
            </w:r>
          </w:p>
        </w:tc>
      </w:tr>
    </w:tbl>
    <w:p w:rsidRPr="009C54AE" w:rsidR="0085747A" w:rsidP="009C54AE" w:rsidRDefault="0085747A" w14:paraId="48FB2BA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48FB2BA9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48FB2BA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E4AA5" w:rsidR="00D20357" w:rsidP="00D20357" w:rsidRDefault="00FF6219" w14:paraId="48FB2BB0" w14:textId="77777777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>
        <w:rPr>
          <w:rFonts w:ascii="Corbel" w:hAnsi="Corbel"/>
          <w:b w:val="0"/>
          <w:i/>
          <w:smallCaps w:val="0"/>
          <w:sz w:val="22"/>
        </w:rPr>
        <w:t>seminarium</w:t>
      </w:r>
      <w:r w:rsidRPr="00EE4AA5" w:rsidR="00D20357">
        <w:rPr>
          <w:rFonts w:ascii="Corbel" w:hAnsi="Corbel"/>
          <w:b w:val="0"/>
          <w:i/>
          <w:smallCaps w:val="0"/>
          <w:sz w:val="22"/>
        </w:rPr>
        <w:t xml:space="preserve">: </w:t>
      </w:r>
      <w:r>
        <w:rPr>
          <w:rFonts w:ascii="Corbel" w:hAnsi="Corbel"/>
          <w:b w:val="0"/>
          <w:i/>
          <w:smallCaps w:val="0"/>
          <w:sz w:val="22"/>
        </w:rPr>
        <w:t>analiza i interpretacja tekstów</w:t>
      </w:r>
      <w:r w:rsidR="009D4E3E">
        <w:rPr>
          <w:rFonts w:ascii="Corbel" w:hAnsi="Corbel"/>
          <w:b w:val="0"/>
          <w:i/>
          <w:smallCaps w:val="0"/>
          <w:sz w:val="22"/>
        </w:rPr>
        <w:t xml:space="preserve"> źródłowych, </w:t>
      </w:r>
      <w:r>
        <w:rPr>
          <w:rFonts w:ascii="Corbel" w:hAnsi="Corbel"/>
          <w:b w:val="0"/>
          <w:i/>
          <w:smallCaps w:val="0"/>
          <w:sz w:val="22"/>
        </w:rPr>
        <w:t>dyskusja</w:t>
      </w:r>
    </w:p>
    <w:p w:rsidR="00E960BB" w:rsidP="009C54AE" w:rsidRDefault="00E960BB" w14:paraId="48FB2BB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48FB2BB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48FB2BB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48FB2BB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48FB2BB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1B2DD8" w14:paraId="48FB2BBC" w14:textId="77777777">
        <w:tc>
          <w:tcPr>
            <w:tcW w:w="1962" w:type="dxa"/>
            <w:vAlign w:val="center"/>
          </w:tcPr>
          <w:p w:rsidRPr="009C54AE" w:rsidR="0085747A" w:rsidP="009C54AE" w:rsidRDefault="0071620A" w14:paraId="48FB2BB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48FB2BB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48FB2BB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48FB2BB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48FB2BB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D20357" w:rsidTr="001B2DD8" w14:paraId="48FB2BC0" w14:textId="77777777">
        <w:tc>
          <w:tcPr>
            <w:tcW w:w="1962" w:type="dxa"/>
          </w:tcPr>
          <w:p w:rsidRPr="0062223F" w:rsidR="00D20357" w:rsidP="00A441A5" w:rsidRDefault="00D20357" w14:paraId="48FB2B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Pr="0062223F" w:rsidR="00D20357" w:rsidP="006D1EA3" w:rsidRDefault="009848A5" w14:paraId="48FB2BBE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:rsidRPr="0062223F" w:rsidR="00D20357" w:rsidP="00A441A5" w:rsidRDefault="001B2DD8" w14:paraId="48FB2BBF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Pr="009C54AE" w:rsidR="00D20357" w:rsidTr="001B2DD8" w14:paraId="48FB2BC4" w14:textId="77777777">
        <w:tc>
          <w:tcPr>
            <w:tcW w:w="1962" w:type="dxa"/>
          </w:tcPr>
          <w:p w:rsidRPr="0062223F" w:rsidR="00D20357" w:rsidP="00A441A5" w:rsidRDefault="00D20357" w14:paraId="48FB2B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:rsidRPr="0062223F" w:rsidR="00D20357" w:rsidP="006D1EA3" w:rsidRDefault="009848A5" w14:paraId="48FB2BC2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:rsidRPr="0062223F" w:rsidR="00D20357" w:rsidP="00A441A5" w:rsidRDefault="009848A5" w14:paraId="48FB2BC3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Pr="009C54AE" w:rsidR="00D20357" w:rsidTr="001B2DD8" w14:paraId="48FB2BC8" w14:textId="77777777">
        <w:tc>
          <w:tcPr>
            <w:tcW w:w="1962" w:type="dxa"/>
          </w:tcPr>
          <w:p w:rsidRPr="0062223F" w:rsidR="00D20357" w:rsidP="00A441A5" w:rsidRDefault="00D20357" w14:paraId="48FB2BC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62223F" w:rsidR="00D20357" w:rsidP="006D1EA3" w:rsidRDefault="009848A5" w14:paraId="48FB2BC6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:rsidRPr="0062223F" w:rsidR="00D20357" w:rsidP="00A441A5" w:rsidRDefault="009848A5" w14:paraId="48FB2BC7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Pr="009C54AE" w:rsidR="00D20357" w:rsidTr="001B2DD8" w14:paraId="48FB2BCC" w14:textId="77777777">
        <w:tc>
          <w:tcPr>
            <w:tcW w:w="1962" w:type="dxa"/>
          </w:tcPr>
          <w:p w:rsidRPr="0062223F" w:rsidR="00D20357" w:rsidP="00A441A5" w:rsidRDefault="00D20357" w14:paraId="48FB2BC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62223F" w:rsidR="00D20357" w:rsidP="006D1EA3" w:rsidRDefault="00D20357" w14:paraId="48FB2BCA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 w:rsidR="009848A5"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:rsidRPr="0062223F" w:rsidR="00D20357" w:rsidP="00A441A5" w:rsidRDefault="009848A5" w14:paraId="48FB2BCB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Pr="009C54AE" w:rsidR="00D20357" w:rsidTr="001B2DD8" w14:paraId="48FB2BD0" w14:textId="77777777">
        <w:tc>
          <w:tcPr>
            <w:tcW w:w="1962" w:type="dxa"/>
          </w:tcPr>
          <w:p w:rsidRPr="0062223F" w:rsidR="00D20357" w:rsidP="00A441A5" w:rsidRDefault="00D20357" w14:paraId="48FB2B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Pr="0062223F" w:rsidR="00D20357" w:rsidP="00A441A5" w:rsidRDefault="009848A5" w14:paraId="48FB2BCE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:rsidRPr="0062223F" w:rsidR="00D20357" w:rsidP="00A441A5" w:rsidRDefault="009848A5" w14:paraId="48FB2BCF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Pr="009C54AE" w:rsidR="00D20357" w:rsidTr="001B2DD8" w14:paraId="48FB2BD4" w14:textId="77777777">
        <w:tc>
          <w:tcPr>
            <w:tcW w:w="1962" w:type="dxa"/>
          </w:tcPr>
          <w:p w:rsidRPr="0062223F" w:rsidR="00D20357" w:rsidP="00A441A5" w:rsidRDefault="00D20357" w14:paraId="48FB2B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Pr="0062223F" w:rsidR="00D20357" w:rsidP="00A441A5" w:rsidRDefault="009848A5" w14:paraId="48FB2BD2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:rsidRPr="0062223F" w:rsidR="00D20357" w:rsidP="00A441A5" w:rsidRDefault="009848A5" w14:paraId="48FB2BD3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Pr="009C54AE" w:rsidR="00D20357" w:rsidTr="001B2DD8" w14:paraId="48FB2BD8" w14:textId="77777777">
        <w:tc>
          <w:tcPr>
            <w:tcW w:w="1962" w:type="dxa"/>
          </w:tcPr>
          <w:p w:rsidRPr="0062223F" w:rsidR="00D20357" w:rsidP="00A441A5" w:rsidRDefault="00D20357" w14:paraId="48FB2BD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:rsidRPr="0062223F" w:rsidR="00D20357" w:rsidP="00A441A5" w:rsidRDefault="009848A5" w14:paraId="48FB2BD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:rsidRPr="0062223F" w:rsidR="00D20357" w:rsidP="00A441A5" w:rsidRDefault="009848A5" w14:paraId="48FB2BD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:rsidRPr="009C54AE" w:rsidR="00923D7D" w:rsidP="009C54AE" w:rsidRDefault="00923D7D" w14:paraId="48FB2BD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48FB2BD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48FB2BD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48FB2BDD" w14:textId="77777777">
        <w:tc>
          <w:tcPr>
            <w:tcW w:w="9670" w:type="dxa"/>
          </w:tcPr>
          <w:p w:rsidRPr="009C54AE" w:rsidR="0085747A" w:rsidP="00FE2003" w:rsidRDefault="00114DE8" w14:paraId="48FB2BD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 w:val="22"/>
              </w:rPr>
              <w:t>seminarium</w:t>
            </w:r>
            <w:r w:rsidRPr="00EE4AA5" w:rsidR="0062223F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: aktywny udział w zajęciach, </w:t>
            </w:r>
            <w:r w:rsidR="00FE2003">
              <w:rPr>
                <w:rFonts w:ascii="Corbel" w:hAnsi="Corbel"/>
                <w:b w:val="0"/>
                <w:i/>
                <w:smallCaps w:val="0"/>
                <w:sz w:val="22"/>
              </w:rPr>
              <w:t>praca pisemna (</w:t>
            </w:r>
            <w:r w:rsidR="00F10087">
              <w:rPr>
                <w:rFonts w:ascii="Corbel" w:hAnsi="Corbel"/>
                <w:b w:val="0"/>
                <w:i/>
                <w:smallCaps w:val="0"/>
                <w:sz w:val="22"/>
              </w:rPr>
              <w:t>konspekt, w</w:t>
            </w:r>
            <w:r w:rsidR="003F25B3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ykaz źródeł i literatury, wstęp, </w:t>
            </w:r>
            <w:r w:rsidR="00851806">
              <w:rPr>
                <w:rFonts w:ascii="Corbel" w:hAnsi="Corbel"/>
                <w:b w:val="0"/>
                <w:i/>
                <w:smallCaps w:val="0"/>
                <w:sz w:val="22"/>
              </w:rPr>
              <w:t>fragment pracy dyplomowej</w:t>
            </w:r>
            <w:r w:rsidR="0085180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</w:tbl>
    <w:p w:rsidRPr="009C54AE" w:rsidR="0085747A" w:rsidP="009C54AE" w:rsidRDefault="0085747A" w14:paraId="48FB2BD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48FB2BD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48FB2BE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Style w:val="Standardowy"/>
        <w:tblW w:w="0" w:type="auto"/>
        <w:tblInd w:w="105" w:type="dxa"/>
        <w:tblLayout w:type="fixed"/>
        <w:tblLook w:val="0000" w:firstRow="0" w:lastRow="0" w:firstColumn="0" w:lastColumn="0" w:noHBand="0" w:noVBand="0"/>
      </w:tblPr>
      <w:tblGrid>
        <w:gridCol w:w="4725"/>
        <w:gridCol w:w="4440"/>
      </w:tblGrid>
      <w:tr w:rsidR="549CBC54" w:rsidTr="549CBC54" w14:paraId="76562F00">
        <w:trPr>
          <w:trHeight w:val="300"/>
        </w:trPr>
        <w:tc>
          <w:tcPr>
            <w:tcW w:w="472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center"/>
          </w:tcPr>
          <w:p w:rsidR="549CBC54" w:rsidP="549CBC54" w:rsidRDefault="549CBC54" w14:paraId="3E160E6F" w14:textId="29D7D54D">
            <w:pPr>
              <w:spacing w:line="240" w:lineRule="auto"/>
              <w:jc w:val="center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549CBC54" w:rsidR="549CBC54"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Forma aktywności</w:t>
            </w:r>
          </w:p>
        </w:tc>
        <w:tc>
          <w:tcPr>
            <w:tcW w:w="44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center"/>
          </w:tcPr>
          <w:p w:rsidR="549CBC54" w:rsidP="549CBC54" w:rsidRDefault="549CBC54" w14:paraId="123A0EFE" w14:textId="53DB4FD8">
            <w:pPr>
              <w:spacing w:line="240" w:lineRule="auto"/>
              <w:jc w:val="center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549CBC54" w:rsidR="549CBC54"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Średnia liczba godzin na zrealizowanie aktywności</w:t>
            </w:r>
          </w:p>
        </w:tc>
      </w:tr>
      <w:tr w:rsidR="549CBC54" w:rsidTr="549CBC54" w14:paraId="13F4F13A">
        <w:trPr>
          <w:trHeight w:val="300"/>
        </w:trPr>
        <w:tc>
          <w:tcPr>
            <w:tcW w:w="472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549CBC54" w:rsidP="549CBC54" w:rsidRDefault="549CBC54" w14:paraId="773399FA" w14:textId="6790F297">
            <w:pPr>
              <w:spacing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549CBC54" w:rsidR="549CBC5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Godziny kontaktowe wynikające z harmonogramu studiów</w:t>
            </w:r>
          </w:p>
        </w:tc>
        <w:tc>
          <w:tcPr>
            <w:tcW w:w="44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549CBC54" w:rsidP="549CBC54" w:rsidRDefault="549CBC54" w14:paraId="3A993D3E" w14:textId="00F7A98A">
            <w:pPr>
              <w:spacing w:line="240" w:lineRule="auto"/>
              <w:jc w:val="center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549CBC54" w:rsidR="549CBC5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60</w:t>
            </w:r>
          </w:p>
        </w:tc>
      </w:tr>
      <w:tr w:rsidR="549CBC54" w:rsidTr="549CBC54" w14:paraId="748B7822">
        <w:trPr>
          <w:trHeight w:val="300"/>
        </w:trPr>
        <w:tc>
          <w:tcPr>
            <w:tcW w:w="472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549CBC54" w:rsidP="549CBC54" w:rsidRDefault="549CBC54" w14:paraId="5402E7E6" w14:textId="5F7890F4">
            <w:pPr>
              <w:spacing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549CBC54" w:rsidR="549CBC5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Inne z udziałem nauczyciela akademickiego</w:t>
            </w:r>
          </w:p>
          <w:p w:rsidR="549CBC54" w:rsidP="549CBC54" w:rsidRDefault="549CBC54" w14:paraId="3DFA6A12" w14:textId="4416FD2B">
            <w:pPr>
              <w:spacing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549CBC54" w:rsidR="549CBC5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(udział w konsultacjach, egzaminie)</w:t>
            </w:r>
          </w:p>
        </w:tc>
        <w:tc>
          <w:tcPr>
            <w:tcW w:w="44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549CBC54" w:rsidP="549CBC54" w:rsidRDefault="549CBC54" w14:paraId="06231B2C" w14:textId="6F8C1F13">
            <w:pPr>
              <w:spacing w:line="240" w:lineRule="auto"/>
              <w:jc w:val="center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549CBC54" w:rsidR="549CBC5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65</w:t>
            </w:r>
          </w:p>
        </w:tc>
      </w:tr>
      <w:tr w:rsidR="549CBC54" w:rsidTr="549CBC54" w14:paraId="26962784">
        <w:trPr>
          <w:trHeight w:val="300"/>
        </w:trPr>
        <w:tc>
          <w:tcPr>
            <w:tcW w:w="472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549CBC54" w:rsidP="549CBC54" w:rsidRDefault="549CBC54" w14:paraId="099ADC6A" w14:textId="586A550E">
            <w:pPr>
              <w:spacing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549CBC54" w:rsidR="549CBC5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Godziny niekontaktowe – praca własna studenta</w:t>
            </w:r>
          </w:p>
          <w:p w:rsidR="549CBC54" w:rsidP="549CBC54" w:rsidRDefault="549CBC54" w14:paraId="6DCEB4C6" w14:textId="6103EA55">
            <w:pPr>
              <w:spacing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549CBC54" w:rsidR="549CBC5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(przygotowanie do zajęć, egzaminu, napisanie referatu itp.)</w:t>
            </w:r>
          </w:p>
        </w:tc>
        <w:tc>
          <w:tcPr>
            <w:tcW w:w="44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549CBC54" w:rsidP="549CBC54" w:rsidRDefault="549CBC54" w14:paraId="03DE4E4C" w14:textId="17FCAC74">
            <w:pPr>
              <w:spacing w:line="240" w:lineRule="auto"/>
              <w:jc w:val="center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549CBC54" w:rsidR="549CBC5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125</w:t>
            </w:r>
          </w:p>
        </w:tc>
      </w:tr>
      <w:tr w:rsidR="549CBC54" w:rsidTr="549CBC54" w14:paraId="50D43205">
        <w:trPr>
          <w:trHeight w:val="300"/>
        </w:trPr>
        <w:tc>
          <w:tcPr>
            <w:tcW w:w="472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549CBC54" w:rsidP="549CBC54" w:rsidRDefault="549CBC54" w14:paraId="554519C1" w14:textId="5F6CCF4D">
            <w:pPr>
              <w:spacing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549CBC54" w:rsidR="549CBC5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SUMA GODZIN</w:t>
            </w:r>
          </w:p>
        </w:tc>
        <w:tc>
          <w:tcPr>
            <w:tcW w:w="44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549CBC54" w:rsidP="549CBC54" w:rsidRDefault="549CBC54" w14:paraId="39791BDA" w14:textId="12ACC429">
            <w:pPr>
              <w:spacing w:line="240" w:lineRule="auto"/>
              <w:jc w:val="center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549CBC54" w:rsidR="549CBC5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250</w:t>
            </w:r>
          </w:p>
        </w:tc>
      </w:tr>
      <w:tr w:rsidR="549CBC54" w:rsidTr="549CBC54" w14:paraId="2F75FDB3">
        <w:trPr>
          <w:trHeight w:val="300"/>
        </w:trPr>
        <w:tc>
          <w:tcPr>
            <w:tcW w:w="472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549CBC54" w:rsidP="549CBC54" w:rsidRDefault="549CBC54" w14:paraId="436A370F" w14:textId="4A1DD48E">
            <w:pPr>
              <w:spacing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549CBC54" w:rsidR="549CBC54"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SUMARYCZNA LICZBA PUNKTÓW ECTS</w:t>
            </w:r>
          </w:p>
        </w:tc>
        <w:tc>
          <w:tcPr>
            <w:tcW w:w="44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549CBC54" w:rsidP="549CBC54" w:rsidRDefault="549CBC54" w14:paraId="79BAE838" w14:textId="2A80B205">
            <w:pPr>
              <w:spacing w:line="240" w:lineRule="auto"/>
              <w:jc w:val="center"/>
            </w:pPr>
            <w:r w:rsidRPr="549CBC54" w:rsidR="549CBC5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10</w:t>
            </w:r>
            <w:r w:rsidRPr="549CBC54" w:rsidR="549CBC54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 </w:t>
            </w:r>
          </w:p>
        </w:tc>
      </w:tr>
    </w:tbl>
    <w:p w:rsidRPr="009C54AE" w:rsidR="0085747A" w:rsidP="549CBC54" w:rsidRDefault="00923D7D" w14:paraId="48FB2BF5" w14:textId="74E8EF62">
      <w:pPr>
        <w:pStyle w:val="Punktygwne"/>
        <w:spacing w:before="0" w:after="0"/>
        <w:ind w:left="426"/>
        <w:rPr>
          <w:rFonts w:ascii="Corbel" w:hAnsi="Corbel"/>
          <w:b w:val="0"/>
          <w:bCs w:val="0"/>
          <w:i w:val="1"/>
          <w:iCs w:val="1"/>
          <w:caps w:val="0"/>
          <w:smallCaps w:val="0"/>
        </w:rPr>
      </w:pPr>
      <w:r w:rsidRPr="549CBC54" w:rsidR="00923D7D">
        <w:rPr>
          <w:rFonts w:ascii="Corbel" w:hAnsi="Corbel"/>
          <w:b w:val="0"/>
          <w:bCs w:val="0"/>
          <w:i w:val="1"/>
          <w:iCs w:val="1"/>
          <w:caps w:val="0"/>
          <w:smallCaps w:val="0"/>
        </w:rPr>
        <w:t xml:space="preserve">* </w:t>
      </w:r>
      <w:r w:rsidRPr="549CBC54" w:rsidR="00C61DC5">
        <w:rPr>
          <w:rFonts w:ascii="Corbel" w:hAnsi="Corbel"/>
          <w:b w:val="0"/>
          <w:bCs w:val="0"/>
          <w:i w:val="1"/>
          <w:iCs w:val="1"/>
          <w:caps w:val="0"/>
          <w:smallCaps w:val="0"/>
        </w:rPr>
        <w:t>Należy uwzględnić, że 1 pkt ECTS odpowiada 25-30 godzin całkowitego nakładu pracy studenta.</w:t>
      </w:r>
    </w:p>
    <w:p w:rsidRPr="009C54AE" w:rsidR="003E1941" w:rsidP="009C54AE" w:rsidRDefault="003E1941" w14:paraId="48FB2BF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8FB2BF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48FB2BF8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48FB2BFB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48FB2B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62223F" w14:paraId="48FB2BF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71620A" w14:paraId="48FB2BFE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48FB2BF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62223F" w14:paraId="48FB2BF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48FB2BF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48FB2C0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48FB2C0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0071620A" w14:paraId="48FB2C04" w14:textId="77777777">
        <w:trPr>
          <w:trHeight w:val="397"/>
        </w:trPr>
        <w:tc>
          <w:tcPr>
            <w:tcW w:w="7513" w:type="dxa"/>
          </w:tcPr>
          <w:p w:rsidRPr="006A5A5D" w:rsidR="0085747A" w:rsidP="009C54AE" w:rsidRDefault="0085747A" w14:paraId="48FB2C0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A5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6A5A5D" w:rsidR="0062223F" w:rsidP="00755486" w:rsidRDefault="00755486" w14:paraId="48FB2C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Zenderowski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r w:rsidRPr="005473E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magisterska. Licencjat. Przewodnik po metodologii pis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ania i obrony pracy dyplomowej, </w:t>
            </w:r>
            <w:r w:rsidRPr="00F62F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XI, </w:t>
            </w:r>
            <w:proofErr w:type="spellStart"/>
            <w:r w:rsidRPr="00F62F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F62F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2020.</w:t>
            </w:r>
          </w:p>
        </w:tc>
      </w:tr>
      <w:tr w:rsidRPr="009C54AE" w:rsidR="0085747A" w:rsidTr="0071620A" w14:paraId="48FB2C09" w14:textId="77777777">
        <w:trPr>
          <w:trHeight w:val="397"/>
        </w:trPr>
        <w:tc>
          <w:tcPr>
            <w:tcW w:w="7513" w:type="dxa"/>
          </w:tcPr>
          <w:p w:rsidRPr="006A5A5D" w:rsidR="0085747A" w:rsidP="009C54AE" w:rsidRDefault="0085747A" w14:paraId="48FB2C0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A5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028CF" w:rsidP="004028CF" w:rsidRDefault="005473E3" w14:paraId="48FB2C0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73E3">
              <w:rPr>
                <w:rFonts w:ascii="Corbel" w:hAnsi="Corbel"/>
                <w:b w:val="0"/>
                <w:smallCaps w:val="0"/>
                <w:szCs w:val="24"/>
              </w:rPr>
              <w:t>Eco U.,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5473E3">
              <w:rPr>
                <w:rFonts w:ascii="Corbel" w:hAnsi="Corbel"/>
                <w:b w:val="0"/>
                <w:i/>
                <w:smallCaps w:val="0"/>
                <w:szCs w:val="24"/>
              </w:rPr>
              <w:t>Jak napisać pracę dyplomową. Poradnik dla humanistów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</w:t>
            </w:r>
            <w:r w:rsidRPr="005473E3">
              <w:rPr>
                <w:rFonts w:ascii="Corbel" w:hAnsi="Corbel"/>
                <w:b w:val="0"/>
                <w:smallCaps w:val="0"/>
                <w:szCs w:val="24"/>
              </w:rPr>
              <w:t>Wyd. UW, Warszawa 2007.</w:t>
            </w:r>
          </w:p>
          <w:p w:rsidR="00BF135C" w:rsidP="00BF135C" w:rsidRDefault="00BF135C" w14:paraId="48FB2C07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CE4E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Pułło</w:t>
            </w:r>
            <w:proofErr w:type="spellEnd"/>
            <w:r w:rsidRPr="00CE4E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</w:t>
            </w:r>
            <w:r w:rsidRPr="00BF135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Prace magisterskie i licencjackie: wskazówki dla studentów, </w:t>
            </w:r>
            <w:proofErr w:type="spellStart"/>
            <w:r w:rsidRPr="00BF135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LexisNexis</w:t>
            </w:r>
            <w:proofErr w:type="spellEnd"/>
            <w:r w:rsidRPr="00BF135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Warszawa 200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7</w:t>
            </w:r>
            <w:r w:rsidRPr="00BF135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:rsidRPr="006A5A5D" w:rsidR="00DE3199" w:rsidP="00BF135C" w:rsidRDefault="00DE3199" w14:paraId="48FB2C08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E31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Węglińska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Jak pisać pracę magisterską, </w:t>
            </w:r>
            <w:r w:rsidRPr="00DE31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Impuls, Kraków 2010.</w:t>
            </w:r>
          </w:p>
        </w:tc>
      </w:tr>
    </w:tbl>
    <w:p w:rsidRPr="009C54AE" w:rsidR="0085747A" w:rsidP="009C54AE" w:rsidRDefault="0085747A" w14:paraId="48FB2C0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48FB2C0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48FB2C0C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5D8E" w:rsidP="00C16ABF" w:rsidRDefault="00B05D8E" w14:paraId="19B0A793" w14:textId="77777777">
      <w:pPr>
        <w:spacing w:after="0" w:line="240" w:lineRule="auto"/>
      </w:pPr>
      <w:r>
        <w:separator/>
      </w:r>
    </w:p>
  </w:endnote>
  <w:endnote w:type="continuationSeparator" w:id="0">
    <w:p w:rsidR="00B05D8E" w:rsidP="00C16ABF" w:rsidRDefault="00B05D8E" w14:paraId="4FCAAA6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5D8E" w:rsidP="00C16ABF" w:rsidRDefault="00B05D8E" w14:paraId="67049086" w14:textId="77777777">
      <w:pPr>
        <w:spacing w:after="0" w:line="240" w:lineRule="auto"/>
      </w:pPr>
      <w:r>
        <w:separator/>
      </w:r>
    </w:p>
  </w:footnote>
  <w:footnote w:type="continuationSeparator" w:id="0">
    <w:p w:rsidR="00B05D8E" w:rsidP="00C16ABF" w:rsidRDefault="00B05D8E" w14:paraId="0BD45488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48FB2C1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2746"/>
    <w:rsid w:val="00015B8F"/>
    <w:rsid w:val="00022ECE"/>
    <w:rsid w:val="00042A51"/>
    <w:rsid w:val="00042D2E"/>
    <w:rsid w:val="00044C82"/>
    <w:rsid w:val="00046E2B"/>
    <w:rsid w:val="00062BB4"/>
    <w:rsid w:val="00070ED6"/>
    <w:rsid w:val="000742DC"/>
    <w:rsid w:val="00084C12"/>
    <w:rsid w:val="0009462C"/>
    <w:rsid w:val="00094B12"/>
    <w:rsid w:val="00096C46"/>
    <w:rsid w:val="000A09AA"/>
    <w:rsid w:val="000A296F"/>
    <w:rsid w:val="000A2A28"/>
    <w:rsid w:val="000A3CDF"/>
    <w:rsid w:val="000A7D53"/>
    <w:rsid w:val="000B192D"/>
    <w:rsid w:val="000B28EE"/>
    <w:rsid w:val="000B3E37"/>
    <w:rsid w:val="000D04B0"/>
    <w:rsid w:val="000F1C57"/>
    <w:rsid w:val="000F5615"/>
    <w:rsid w:val="000F5BB3"/>
    <w:rsid w:val="00110E4D"/>
    <w:rsid w:val="0011355E"/>
    <w:rsid w:val="00114DE8"/>
    <w:rsid w:val="00124BFF"/>
    <w:rsid w:val="0012560E"/>
    <w:rsid w:val="00127108"/>
    <w:rsid w:val="00134B13"/>
    <w:rsid w:val="00146BC0"/>
    <w:rsid w:val="00150167"/>
    <w:rsid w:val="00153C41"/>
    <w:rsid w:val="00154381"/>
    <w:rsid w:val="001640A7"/>
    <w:rsid w:val="00164FA7"/>
    <w:rsid w:val="00166A03"/>
    <w:rsid w:val="001708E9"/>
    <w:rsid w:val="001718A7"/>
    <w:rsid w:val="001737CF"/>
    <w:rsid w:val="00176083"/>
    <w:rsid w:val="00183074"/>
    <w:rsid w:val="00192F37"/>
    <w:rsid w:val="001A1599"/>
    <w:rsid w:val="001A70D2"/>
    <w:rsid w:val="001B2DD8"/>
    <w:rsid w:val="001B3806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2DD7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38CE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254"/>
    <w:rsid w:val="00357B55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4C2F"/>
    <w:rsid w:val="003F205D"/>
    <w:rsid w:val="003F25B3"/>
    <w:rsid w:val="003F38C0"/>
    <w:rsid w:val="004028CF"/>
    <w:rsid w:val="00414E3C"/>
    <w:rsid w:val="00420F87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01E0"/>
    <w:rsid w:val="004D5282"/>
    <w:rsid w:val="004F1551"/>
    <w:rsid w:val="004F4A52"/>
    <w:rsid w:val="004F55A3"/>
    <w:rsid w:val="0050395D"/>
    <w:rsid w:val="0050496F"/>
    <w:rsid w:val="005066EC"/>
    <w:rsid w:val="00513B6F"/>
    <w:rsid w:val="00517C63"/>
    <w:rsid w:val="005206E0"/>
    <w:rsid w:val="00534EDF"/>
    <w:rsid w:val="005363C4"/>
    <w:rsid w:val="00536BDE"/>
    <w:rsid w:val="00543ACC"/>
    <w:rsid w:val="005473E3"/>
    <w:rsid w:val="0056696D"/>
    <w:rsid w:val="00585F0D"/>
    <w:rsid w:val="0059484D"/>
    <w:rsid w:val="00595E78"/>
    <w:rsid w:val="005A0855"/>
    <w:rsid w:val="005A2B0C"/>
    <w:rsid w:val="005A3196"/>
    <w:rsid w:val="005B237B"/>
    <w:rsid w:val="005C080F"/>
    <w:rsid w:val="005C2E75"/>
    <w:rsid w:val="005C55E5"/>
    <w:rsid w:val="005C696A"/>
    <w:rsid w:val="005D0228"/>
    <w:rsid w:val="005E6E85"/>
    <w:rsid w:val="005F31D2"/>
    <w:rsid w:val="005F6B83"/>
    <w:rsid w:val="0061029B"/>
    <w:rsid w:val="00617230"/>
    <w:rsid w:val="00621CE1"/>
    <w:rsid w:val="0062223F"/>
    <w:rsid w:val="006246CC"/>
    <w:rsid w:val="00627FC9"/>
    <w:rsid w:val="00647FA8"/>
    <w:rsid w:val="00650C5F"/>
    <w:rsid w:val="00654934"/>
    <w:rsid w:val="00655E63"/>
    <w:rsid w:val="006620D9"/>
    <w:rsid w:val="00671958"/>
    <w:rsid w:val="00675843"/>
    <w:rsid w:val="006952E6"/>
    <w:rsid w:val="00696477"/>
    <w:rsid w:val="006A5A5D"/>
    <w:rsid w:val="006D050F"/>
    <w:rsid w:val="006D1EA3"/>
    <w:rsid w:val="006D260B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486"/>
    <w:rsid w:val="00763BF1"/>
    <w:rsid w:val="00766FD4"/>
    <w:rsid w:val="0078168C"/>
    <w:rsid w:val="00785107"/>
    <w:rsid w:val="00787C2A"/>
    <w:rsid w:val="00790E27"/>
    <w:rsid w:val="007A4022"/>
    <w:rsid w:val="007A6E6E"/>
    <w:rsid w:val="007A74B8"/>
    <w:rsid w:val="007C3299"/>
    <w:rsid w:val="007C3BCC"/>
    <w:rsid w:val="007C4546"/>
    <w:rsid w:val="007D6E56"/>
    <w:rsid w:val="007E7D73"/>
    <w:rsid w:val="007F4155"/>
    <w:rsid w:val="00807FAF"/>
    <w:rsid w:val="0081554D"/>
    <w:rsid w:val="0081707E"/>
    <w:rsid w:val="00826D5F"/>
    <w:rsid w:val="008449B3"/>
    <w:rsid w:val="00851806"/>
    <w:rsid w:val="00854FF3"/>
    <w:rsid w:val="008552A2"/>
    <w:rsid w:val="0085747A"/>
    <w:rsid w:val="00861F7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73C"/>
    <w:rsid w:val="008E64F4"/>
    <w:rsid w:val="008F04F5"/>
    <w:rsid w:val="008F12C9"/>
    <w:rsid w:val="008F6E29"/>
    <w:rsid w:val="00900686"/>
    <w:rsid w:val="00916188"/>
    <w:rsid w:val="00923D7D"/>
    <w:rsid w:val="009508DF"/>
    <w:rsid w:val="00950DAC"/>
    <w:rsid w:val="00954A07"/>
    <w:rsid w:val="009848A5"/>
    <w:rsid w:val="009875AD"/>
    <w:rsid w:val="00997F14"/>
    <w:rsid w:val="009A78D9"/>
    <w:rsid w:val="009C3E31"/>
    <w:rsid w:val="009C54AE"/>
    <w:rsid w:val="009C788E"/>
    <w:rsid w:val="009D3F3B"/>
    <w:rsid w:val="009D4E3E"/>
    <w:rsid w:val="009E0543"/>
    <w:rsid w:val="009E3B41"/>
    <w:rsid w:val="009F26A2"/>
    <w:rsid w:val="009F3C5C"/>
    <w:rsid w:val="009F4610"/>
    <w:rsid w:val="00A00ECC"/>
    <w:rsid w:val="00A155EE"/>
    <w:rsid w:val="00A2245B"/>
    <w:rsid w:val="00A25F3D"/>
    <w:rsid w:val="00A30110"/>
    <w:rsid w:val="00A36899"/>
    <w:rsid w:val="00A371F6"/>
    <w:rsid w:val="00A43BF6"/>
    <w:rsid w:val="00A52BE4"/>
    <w:rsid w:val="00A53FA5"/>
    <w:rsid w:val="00A54817"/>
    <w:rsid w:val="00A601C8"/>
    <w:rsid w:val="00A60799"/>
    <w:rsid w:val="00A80D03"/>
    <w:rsid w:val="00A84C85"/>
    <w:rsid w:val="00A97DE1"/>
    <w:rsid w:val="00AB053C"/>
    <w:rsid w:val="00AD008E"/>
    <w:rsid w:val="00AD1146"/>
    <w:rsid w:val="00AD27D3"/>
    <w:rsid w:val="00AD66D6"/>
    <w:rsid w:val="00AD7042"/>
    <w:rsid w:val="00AE1160"/>
    <w:rsid w:val="00AE203C"/>
    <w:rsid w:val="00AE2E74"/>
    <w:rsid w:val="00AE5FCB"/>
    <w:rsid w:val="00AF2C1E"/>
    <w:rsid w:val="00AF733A"/>
    <w:rsid w:val="00B05D8E"/>
    <w:rsid w:val="00B06142"/>
    <w:rsid w:val="00B135B1"/>
    <w:rsid w:val="00B23B4D"/>
    <w:rsid w:val="00B3130B"/>
    <w:rsid w:val="00B40ADB"/>
    <w:rsid w:val="00B43B77"/>
    <w:rsid w:val="00B43E80"/>
    <w:rsid w:val="00B607DB"/>
    <w:rsid w:val="00B66529"/>
    <w:rsid w:val="00B75946"/>
    <w:rsid w:val="00B77EFF"/>
    <w:rsid w:val="00B8056E"/>
    <w:rsid w:val="00B819C8"/>
    <w:rsid w:val="00B82308"/>
    <w:rsid w:val="00B86F6C"/>
    <w:rsid w:val="00B90885"/>
    <w:rsid w:val="00BA7236"/>
    <w:rsid w:val="00BB520A"/>
    <w:rsid w:val="00BD3869"/>
    <w:rsid w:val="00BD60C9"/>
    <w:rsid w:val="00BD66E9"/>
    <w:rsid w:val="00BD6FF4"/>
    <w:rsid w:val="00BF135C"/>
    <w:rsid w:val="00BF2C41"/>
    <w:rsid w:val="00C054A4"/>
    <w:rsid w:val="00C058B4"/>
    <w:rsid w:val="00C05F44"/>
    <w:rsid w:val="00C131B5"/>
    <w:rsid w:val="00C16ABF"/>
    <w:rsid w:val="00C170AE"/>
    <w:rsid w:val="00C21865"/>
    <w:rsid w:val="00C26CB7"/>
    <w:rsid w:val="00C324C1"/>
    <w:rsid w:val="00C33C75"/>
    <w:rsid w:val="00C36992"/>
    <w:rsid w:val="00C50E00"/>
    <w:rsid w:val="00C56036"/>
    <w:rsid w:val="00C61DC5"/>
    <w:rsid w:val="00C67E92"/>
    <w:rsid w:val="00C70A26"/>
    <w:rsid w:val="00C766DF"/>
    <w:rsid w:val="00C869AB"/>
    <w:rsid w:val="00C94B98"/>
    <w:rsid w:val="00CA2B96"/>
    <w:rsid w:val="00CA5089"/>
    <w:rsid w:val="00CD6897"/>
    <w:rsid w:val="00CE4E6F"/>
    <w:rsid w:val="00CE5BAC"/>
    <w:rsid w:val="00CF25BE"/>
    <w:rsid w:val="00CF78ED"/>
    <w:rsid w:val="00D02B25"/>
    <w:rsid w:val="00D02EBA"/>
    <w:rsid w:val="00D17034"/>
    <w:rsid w:val="00D17C3C"/>
    <w:rsid w:val="00D2008E"/>
    <w:rsid w:val="00D20357"/>
    <w:rsid w:val="00D2553B"/>
    <w:rsid w:val="00D26B2C"/>
    <w:rsid w:val="00D27A1B"/>
    <w:rsid w:val="00D352C9"/>
    <w:rsid w:val="00D425B2"/>
    <w:rsid w:val="00D428D6"/>
    <w:rsid w:val="00D552B2"/>
    <w:rsid w:val="00D608D1"/>
    <w:rsid w:val="00D74119"/>
    <w:rsid w:val="00D8075B"/>
    <w:rsid w:val="00D821FB"/>
    <w:rsid w:val="00D8678B"/>
    <w:rsid w:val="00D87F3E"/>
    <w:rsid w:val="00DA2114"/>
    <w:rsid w:val="00DA3868"/>
    <w:rsid w:val="00DD7529"/>
    <w:rsid w:val="00DE09C0"/>
    <w:rsid w:val="00DE3199"/>
    <w:rsid w:val="00DE34A6"/>
    <w:rsid w:val="00DE4A14"/>
    <w:rsid w:val="00DE4ABE"/>
    <w:rsid w:val="00DE58B4"/>
    <w:rsid w:val="00DE644A"/>
    <w:rsid w:val="00DF320D"/>
    <w:rsid w:val="00DF4DD0"/>
    <w:rsid w:val="00DF71C8"/>
    <w:rsid w:val="00E06DA2"/>
    <w:rsid w:val="00E129B8"/>
    <w:rsid w:val="00E21E7D"/>
    <w:rsid w:val="00E22FBC"/>
    <w:rsid w:val="00E244E7"/>
    <w:rsid w:val="00E24BF5"/>
    <w:rsid w:val="00E25338"/>
    <w:rsid w:val="00E51E44"/>
    <w:rsid w:val="00E63348"/>
    <w:rsid w:val="00E668E5"/>
    <w:rsid w:val="00E742AA"/>
    <w:rsid w:val="00E77E88"/>
    <w:rsid w:val="00E8107D"/>
    <w:rsid w:val="00E8414B"/>
    <w:rsid w:val="00E923FF"/>
    <w:rsid w:val="00E960BB"/>
    <w:rsid w:val="00EA2074"/>
    <w:rsid w:val="00EA4832"/>
    <w:rsid w:val="00EA4E9D"/>
    <w:rsid w:val="00EC4899"/>
    <w:rsid w:val="00ED03AB"/>
    <w:rsid w:val="00ED2434"/>
    <w:rsid w:val="00ED32D2"/>
    <w:rsid w:val="00EE32DE"/>
    <w:rsid w:val="00EE5457"/>
    <w:rsid w:val="00F070AB"/>
    <w:rsid w:val="00F10087"/>
    <w:rsid w:val="00F13E95"/>
    <w:rsid w:val="00F17567"/>
    <w:rsid w:val="00F22EA4"/>
    <w:rsid w:val="00F27A7B"/>
    <w:rsid w:val="00F34F27"/>
    <w:rsid w:val="00F34FE9"/>
    <w:rsid w:val="00F526AF"/>
    <w:rsid w:val="00F54079"/>
    <w:rsid w:val="00F617C3"/>
    <w:rsid w:val="00F62F4C"/>
    <w:rsid w:val="00F7066B"/>
    <w:rsid w:val="00F76354"/>
    <w:rsid w:val="00F819E5"/>
    <w:rsid w:val="00F83B28"/>
    <w:rsid w:val="00F93F6F"/>
    <w:rsid w:val="00F974DA"/>
    <w:rsid w:val="00FA46E5"/>
    <w:rsid w:val="00FB7DBA"/>
    <w:rsid w:val="00FC1C25"/>
    <w:rsid w:val="00FC3F45"/>
    <w:rsid w:val="00FC7272"/>
    <w:rsid w:val="00FD503F"/>
    <w:rsid w:val="00FD567B"/>
    <w:rsid w:val="00FD7589"/>
    <w:rsid w:val="00FE2003"/>
    <w:rsid w:val="00FF016A"/>
    <w:rsid w:val="00FF1401"/>
    <w:rsid w:val="00FF5E7D"/>
    <w:rsid w:val="00FF6219"/>
    <w:rsid w:val="01473C3E"/>
    <w:rsid w:val="091D866F"/>
    <w:rsid w:val="0B5BCAB0"/>
    <w:rsid w:val="114A43D2"/>
    <w:rsid w:val="398594FF"/>
    <w:rsid w:val="3F229904"/>
    <w:rsid w:val="4ECA54FE"/>
    <w:rsid w:val="549CBC54"/>
    <w:rsid w:val="6B287883"/>
    <w:rsid w:val="7CCE6312"/>
    <w:rsid w:val="7DA7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B2AFA"/>
  <w15:docId w15:val="{798BBCEF-EC2A-47B0-BC2C-06988AE10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6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6D5F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826D5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6D5F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826D5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7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456A4-D5A0-4720-984E-7E12FB6E83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0E6B1-BA1A-493A-A292-203451D352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88D238-1FF5-478E-9626-4B8C0487DC94}"/>
</file>

<file path=customXml/itemProps4.xml><?xml version="1.0" encoding="utf-8"?>
<ds:datastoreItem xmlns:ds="http://schemas.openxmlformats.org/officeDocument/2006/customXml" ds:itemID="{11110DDC-2004-4817-8683-195BC057A50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Szczepański Dominik</cp:lastModifiedBy>
  <cp:revision>19</cp:revision>
  <cp:lastPrinted>2019-02-06T12:12:00Z</cp:lastPrinted>
  <dcterms:created xsi:type="dcterms:W3CDTF">2020-11-18T08:24:00Z</dcterms:created>
  <dcterms:modified xsi:type="dcterms:W3CDTF">2021-11-19T20:39:58Z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